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1E0"/>
      </w:tblPr>
      <w:tblGrid>
        <w:gridCol w:w="4644"/>
        <w:gridCol w:w="4926"/>
      </w:tblGrid>
      <w:tr w:rsidR="00B60411" w:rsidTr="002C6A4E">
        <w:trPr>
          <w:trHeight w:val="1418"/>
        </w:trPr>
        <w:tc>
          <w:tcPr>
            <w:tcW w:w="4644" w:type="dxa"/>
          </w:tcPr>
          <w:p w:rsidR="00B60411" w:rsidRDefault="00B60411" w:rsidP="002C6A4E">
            <w:pPr>
              <w:pStyle w:val="Heading1"/>
              <w:tabs>
                <w:tab w:val="left" w:pos="860"/>
              </w:tabs>
              <w:ind w:firstLine="0"/>
            </w:pPr>
          </w:p>
        </w:tc>
        <w:tc>
          <w:tcPr>
            <w:tcW w:w="4926" w:type="dxa"/>
          </w:tcPr>
          <w:p w:rsidR="00B60411" w:rsidRPr="002C6A4E" w:rsidRDefault="00B60411" w:rsidP="006A46CB">
            <w:pPr>
              <w:rPr>
                <w:b/>
                <w:bCs/>
                <w:sz w:val="28"/>
                <w:szCs w:val="28"/>
              </w:rPr>
            </w:pPr>
            <w:r w:rsidRPr="002C6A4E">
              <w:rPr>
                <w:b/>
                <w:bCs/>
                <w:sz w:val="28"/>
                <w:szCs w:val="28"/>
              </w:rPr>
              <w:t>№ МП -</w:t>
            </w:r>
          </w:p>
          <w:p w:rsidR="00B60411" w:rsidRPr="002C6A4E" w:rsidRDefault="00B60411" w:rsidP="006A46CB">
            <w:pPr>
              <w:rPr>
                <w:b/>
                <w:bCs/>
                <w:sz w:val="28"/>
                <w:szCs w:val="28"/>
              </w:rPr>
            </w:pPr>
            <w:r w:rsidRPr="002C6A4E">
              <w:rPr>
                <w:b/>
                <w:bCs/>
                <w:sz w:val="28"/>
                <w:szCs w:val="28"/>
              </w:rPr>
              <w:t xml:space="preserve">заседание Правительства </w:t>
            </w:r>
          </w:p>
          <w:p w:rsidR="00B60411" w:rsidRPr="002C6A4E" w:rsidRDefault="00B60411" w:rsidP="006A46CB">
            <w:pPr>
              <w:rPr>
                <w:b/>
                <w:bCs/>
                <w:sz w:val="28"/>
                <w:szCs w:val="28"/>
              </w:rPr>
            </w:pPr>
            <w:r w:rsidRPr="002C6A4E">
              <w:rPr>
                <w:b/>
                <w:bCs/>
                <w:sz w:val="28"/>
                <w:szCs w:val="28"/>
              </w:rPr>
              <w:t>17.08.2016</w:t>
            </w:r>
          </w:p>
          <w:p w:rsidR="00B60411" w:rsidRPr="002C6A4E" w:rsidRDefault="00B60411" w:rsidP="006A46CB">
            <w:pPr>
              <w:rPr>
                <w:b/>
                <w:bCs/>
                <w:sz w:val="28"/>
                <w:szCs w:val="28"/>
              </w:rPr>
            </w:pPr>
            <w:r w:rsidRPr="002C6A4E">
              <w:rPr>
                <w:b/>
                <w:bCs/>
                <w:sz w:val="28"/>
                <w:szCs w:val="28"/>
              </w:rPr>
              <w:t>_________________________________</w:t>
            </w:r>
          </w:p>
          <w:p w:rsidR="00B60411" w:rsidRPr="002C6A4E" w:rsidRDefault="00B60411" w:rsidP="008148BF">
            <w:pPr>
              <w:rPr>
                <w:b/>
                <w:bCs/>
                <w:sz w:val="28"/>
                <w:szCs w:val="28"/>
              </w:rPr>
            </w:pPr>
            <w:r w:rsidRPr="002C6A4E">
              <w:rPr>
                <w:b/>
                <w:bCs/>
                <w:sz w:val="28"/>
                <w:szCs w:val="28"/>
              </w:rPr>
              <w:t>Докладчик: М.И.Семёнкин</w:t>
            </w:r>
          </w:p>
        </w:tc>
      </w:tr>
      <w:tr w:rsidR="00B60411" w:rsidTr="002C6A4E">
        <w:tc>
          <w:tcPr>
            <w:tcW w:w="4644" w:type="dxa"/>
          </w:tcPr>
          <w:p w:rsidR="00B60411" w:rsidRDefault="00B60411" w:rsidP="002C6A4E">
            <w:pPr>
              <w:pStyle w:val="Heading1"/>
              <w:ind w:firstLine="0"/>
            </w:pPr>
          </w:p>
        </w:tc>
        <w:tc>
          <w:tcPr>
            <w:tcW w:w="4926" w:type="dxa"/>
          </w:tcPr>
          <w:p w:rsidR="00B60411" w:rsidRDefault="00B60411" w:rsidP="002C6A4E">
            <w:pPr>
              <w:pStyle w:val="Heading1"/>
              <w:ind w:firstLine="0"/>
              <w:jc w:val="left"/>
            </w:pPr>
          </w:p>
        </w:tc>
      </w:tr>
    </w:tbl>
    <w:p w:rsidR="00B60411" w:rsidRDefault="00B60411">
      <w:pPr>
        <w:pStyle w:val="BodyTextIndent2"/>
        <w:rPr>
          <w:color w:val="000000"/>
        </w:rPr>
      </w:pPr>
    </w:p>
    <w:p w:rsidR="00B60411" w:rsidRDefault="00B60411">
      <w:pPr>
        <w:pStyle w:val="BodyTextIndent2"/>
        <w:rPr>
          <w:color w:val="000000"/>
        </w:rPr>
      </w:pPr>
    </w:p>
    <w:p w:rsidR="00B60411" w:rsidRPr="008639C7" w:rsidRDefault="00B60411" w:rsidP="001F2429">
      <w:pPr>
        <w:pStyle w:val="Heading1"/>
      </w:pPr>
    </w:p>
    <w:p w:rsidR="00B60411" w:rsidRPr="008639C7" w:rsidRDefault="00B60411" w:rsidP="00AD7377">
      <w:pPr>
        <w:jc w:val="center"/>
        <w:rPr>
          <w:b/>
          <w:sz w:val="28"/>
          <w:szCs w:val="28"/>
        </w:rPr>
      </w:pPr>
      <w:r w:rsidRPr="008639C7">
        <w:rPr>
          <w:b/>
          <w:sz w:val="28"/>
          <w:szCs w:val="28"/>
        </w:rPr>
        <w:t xml:space="preserve">ОФИЦИАЛЬНАЯ СПРАВКА </w:t>
      </w:r>
    </w:p>
    <w:p w:rsidR="00B60411" w:rsidRPr="000C2F56" w:rsidRDefault="00B60411" w:rsidP="00AD7377">
      <w:pPr>
        <w:pStyle w:val="Header"/>
        <w:tabs>
          <w:tab w:val="clear" w:pos="4677"/>
          <w:tab w:val="clear" w:pos="9355"/>
        </w:tabs>
        <w:jc w:val="center"/>
        <w:rPr>
          <w:b/>
          <w:sz w:val="28"/>
          <w:szCs w:val="28"/>
        </w:rPr>
      </w:pPr>
      <w:r w:rsidRPr="000C2F56">
        <w:rPr>
          <w:b/>
          <w:sz w:val="28"/>
          <w:szCs w:val="28"/>
        </w:rPr>
        <w:t xml:space="preserve">к проекту закона Ульяновской области </w:t>
      </w:r>
    </w:p>
    <w:p w:rsidR="00B60411" w:rsidRDefault="00B60411" w:rsidP="00640A10">
      <w:pPr>
        <w:pStyle w:val="ConsPlusTitle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статьи 4 и 5 Закона Ульяновской области                       «О правовом регулировании отдельных вопросов, </w:t>
      </w:r>
    </w:p>
    <w:p w:rsidR="00B60411" w:rsidRDefault="00B60411" w:rsidP="00640A10">
      <w:pPr>
        <w:pStyle w:val="ConsPlusTitle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связанных с устойчивым развитием сельских территорий </w:t>
      </w:r>
    </w:p>
    <w:p w:rsidR="00B60411" w:rsidRPr="00F73AF1" w:rsidRDefault="00B60411" w:rsidP="00640A10">
      <w:pPr>
        <w:pStyle w:val="ConsPlusTitle"/>
        <w:suppressAutoHyphens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Ульяновской области</w:t>
      </w:r>
      <w:r w:rsidRPr="005F6F51">
        <w:rPr>
          <w:sz w:val="28"/>
          <w:szCs w:val="28"/>
        </w:rPr>
        <w:t>»</w:t>
      </w:r>
    </w:p>
    <w:p w:rsidR="00B60411" w:rsidRPr="000C2F56" w:rsidRDefault="00B60411" w:rsidP="00640A10">
      <w:pPr>
        <w:pStyle w:val="ConsPlusTitle"/>
        <w:ind w:right="140"/>
        <w:jc w:val="center"/>
        <w:rPr>
          <w:b w:val="0"/>
          <w:sz w:val="28"/>
          <w:szCs w:val="28"/>
          <w:shd w:val="clear" w:color="auto" w:fill="FFFFFF"/>
        </w:rPr>
      </w:pPr>
    </w:p>
    <w:p w:rsidR="00B60411" w:rsidRPr="008639C7" w:rsidRDefault="00B60411" w:rsidP="001F2D97">
      <w:pPr>
        <w:pStyle w:val="Headin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60411" w:rsidRPr="001B2084" w:rsidRDefault="00B60411" w:rsidP="00D55E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0" w:name="p275"/>
      <w:bookmarkEnd w:id="0"/>
      <w:r w:rsidRPr="001B2084">
        <w:rPr>
          <w:sz w:val="28"/>
          <w:szCs w:val="28"/>
        </w:rPr>
        <w:t>Предлагаемый к рассмотрению проект закона Ульяновской области                «О внесении изменений в статьи 4 и 5 Закона Ульяновской области                       «О правовом регулировании отдельных вопросов, связанных с устойчивым развитием сельских территорий Ульяновской области» (далее – законопроект) разработан в целях внесения изменений</w:t>
      </w:r>
      <w:r>
        <w:rPr>
          <w:sz w:val="28"/>
          <w:szCs w:val="28"/>
        </w:rPr>
        <w:t xml:space="preserve">, носящий </w:t>
      </w:r>
      <w:r w:rsidRPr="001B2084">
        <w:rPr>
          <w:sz w:val="28"/>
          <w:szCs w:val="28"/>
        </w:rPr>
        <w:t>техническ</w:t>
      </w:r>
      <w:r>
        <w:rPr>
          <w:sz w:val="28"/>
          <w:szCs w:val="28"/>
        </w:rPr>
        <w:t>ий</w:t>
      </w:r>
      <w:r w:rsidRPr="001B2084">
        <w:rPr>
          <w:sz w:val="28"/>
          <w:szCs w:val="28"/>
        </w:rPr>
        <w:t xml:space="preserve"> характер.</w:t>
      </w:r>
    </w:p>
    <w:p w:rsidR="00B60411" w:rsidRDefault="00B60411" w:rsidP="00402D9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B2084">
        <w:rPr>
          <w:sz w:val="28"/>
          <w:szCs w:val="28"/>
        </w:rPr>
        <w:t>Законопроектом предусматривается внесение изменений в пункт 3 части 1 и пункт 4 части 3 статьи 4</w:t>
      </w:r>
      <w:r>
        <w:rPr>
          <w:sz w:val="28"/>
          <w:szCs w:val="28"/>
        </w:rPr>
        <w:t xml:space="preserve"> </w:t>
      </w:r>
      <w:r w:rsidRPr="001B2084">
        <w:rPr>
          <w:sz w:val="28"/>
          <w:szCs w:val="28"/>
        </w:rPr>
        <w:t xml:space="preserve">Закона Ульяновской области от 03.07.2015 </w:t>
      </w:r>
      <w:r>
        <w:rPr>
          <w:sz w:val="28"/>
          <w:szCs w:val="28"/>
        </w:rPr>
        <w:t xml:space="preserve">                      </w:t>
      </w:r>
      <w:r w:rsidRPr="001B2084">
        <w:rPr>
          <w:sz w:val="28"/>
          <w:szCs w:val="28"/>
        </w:rPr>
        <w:t xml:space="preserve">№ 82-ЗО «О правовом регулировании отдельных вопросов, связанных с устойчивым развитием сельских территорий Ульяновской области» в части корректировки полномочий Губернатора </w:t>
      </w:r>
      <w:r>
        <w:rPr>
          <w:sz w:val="28"/>
          <w:szCs w:val="28"/>
        </w:rPr>
        <w:t xml:space="preserve">Ульяновской области </w:t>
      </w:r>
      <w:r w:rsidRPr="001B2084">
        <w:rPr>
          <w:sz w:val="28"/>
          <w:szCs w:val="28"/>
        </w:rPr>
        <w:t>и Правительства Ульяновской области</w:t>
      </w:r>
      <w:r w:rsidRPr="001836BF">
        <w:rPr>
          <w:sz w:val="28"/>
          <w:szCs w:val="28"/>
        </w:rPr>
        <w:t xml:space="preserve"> </w:t>
      </w:r>
      <w:r w:rsidRPr="001B2084">
        <w:rPr>
          <w:sz w:val="28"/>
          <w:szCs w:val="28"/>
        </w:rPr>
        <w:t>в сфере устойчивого развития сельских территорий, определённых бюджетным законодательством</w:t>
      </w:r>
      <w:r>
        <w:rPr>
          <w:sz w:val="28"/>
          <w:szCs w:val="28"/>
        </w:rPr>
        <w:t>, изложение в новой редакции</w:t>
      </w:r>
      <w:r w:rsidRPr="001B2084">
        <w:rPr>
          <w:sz w:val="28"/>
          <w:szCs w:val="28"/>
        </w:rPr>
        <w:t xml:space="preserve"> мер, способствующи</w:t>
      </w:r>
      <w:r>
        <w:rPr>
          <w:sz w:val="28"/>
          <w:szCs w:val="28"/>
        </w:rPr>
        <w:t>х</w:t>
      </w:r>
      <w:r w:rsidRPr="001B2084">
        <w:rPr>
          <w:sz w:val="28"/>
          <w:szCs w:val="28"/>
        </w:rPr>
        <w:t xml:space="preserve"> устойчивому развитию сельских территорий, реализуемы</w:t>
      </w:r>
      <w:r>
        <w:rPr>
          <w:sz w:val="28"/>
          <w:szCs w:val="28"/>
        </w:rPr>
        <w:t>х</w:t>
      </w:r>
      <w:r w:rsidRPr="001B2084">
        <w:rPr>
          <w:sz w:val="28"/>
          <w:szCs w:val="28"/>
        </w:rPr>
        <w:t xml:space="preserve"> исполнительными органами государственной власти Ульяновской области</w:t>
      </w:r>
      <w:r>
        <w:rPr>
          <w:sz w:val="28"/>
          <w:szCs w:val="28"/>
        </w:rPr>
        <w:t>, в связи с предлагаемыми изменениями.</w:t>
      </w:r>
    </w:p>
    <w:p w:rsidR="00B60411" w:rsidRDefault="00B60411" w:rsidP="00402D9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Правовое регулирование реализации мер, </w:t>
      </w:r>
      <w:r w:rsidRPr="001B2084">
        <w:rPr>
          <w:sz w:val="28"/>
          <w:szCs w:val="28"/>
        </w:rPr>
        <w:t>способствующи</w:t>
      </w:r>
      <w:r>
        <w:rPr>
          <w:sz w:val="28"/>
          <w:szCs w:val="28"/>
        </w:rPr>
        <w:t>х</w:t>
      </w:r>
      <w:r w:rsidRPr="001B2084">
        <w:rPr>
          <w:sz w:val="28"/>
          <w:szCs w:val="28"/>
        </w:rPr>
        <w:t xml:space="preserve"> устойчивому развитию сельских территорий</w:t>
      </w:r>
      <w:r>
        <w:rPr>
          <w:sz w:val="28"/>
          <w:szCs w:val="28"/>
        </w:rPr>
        <w:t>, осуществляется в соответствии с</w:t>
      </w:r>
      <w:r w:rsidRPr="001B2084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1B2084">
        <w:rPr>
          <w:sz w:val="28"/>
          <w:szCs w:val="28"/>
        </w:rPr>
        <w:t>едеральной целевой программой «Устойчивое развитие сельских территорий на 2014-2017 годы и на период до 2020 года», утверждённой постановлением Правительства Российской Федерации от 15.07.2013 № 598 «О федеральной целевой программе «Устойчивое развитие сельских территорий на 2014-2017 годы и на период до 2020 года»</w:t>
      </w:r>
      <w:r>
        <w:rPr>
          <w:sz w:val="28"/>
          <w:szCs w:val="28"/>
        </w:rPr>
        <w:t xml:space="preserve"> (далее – федеральная целевая программа).</w:t>
      </w:r>
    </w:p>
    <w:p w:rsidR="00B60411" w:rsidRDefault="00B60411" w:rsidP="00402D9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Предлагаемые законопроектом изменения подготовлены с учётом мероприятий, предусмотренных федеральной целевой программой.</w:t>
      </w:r>
    </w:p>
    <w:p w:rsidR="00B60411" w:rsidRPr="001B2084" w:rsidRDefault="00B60411" w:rsidP="00D55E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B2084">
        <w:rPr>
          <w:sz w:val="28"/>
          <w:szCs w:val="28"/>
        </w:rPr>
        <w:t>Предметом правового регулирования законопроекта являются отношения, возникающие в связи с осуществлением органами государственной власти Ульяновской области деятельности в сфере устойчивого развития сельских территорий Ульяновской области.</w:t>
      </w:r>
    </w:p>
    <w:p w:rsidR="00B60411" w:rsidRPr="001B2084" w:rsidRDefault="00B60411" w:rsidP="00D55EFB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2084">
        <w:rPr>
          <w:color w:val="000000"/>
          <w:sz w:val="28"/>
          <w:szCs w:val="28"/>
        </w:rPr>
        <w:t>Законопроект распространяется на неограниченный круг лиц.</w:t>
      </w:r>
    </w:p>
    <w:p w:rsidR="00B60411" w:rsidRPr="001B2084" w:rsidRDefault="00B60411" w:rsidP="00D55EFB">
      <w:pPr>
        <w:pStyle w:val="NoSpacing"/>
        <w:spacing w:line="360" w:lineRule="auto"/>
        <w:ind w:firstLine="709"/>
        <w:jc w:val="both"/>
        <w:rPr>
          <w:sz w:val="28"/>
          <w:szCs w:val="28"/>
        </w:rPr>
      </w:pPr>
      <w:r w:rsidRPr="001B2084">
        <w:rPr>
          <w:sz w:val="28"/>
          <w:szCs w:val="28"/>
        </w:rPr>
        <w:t xml:space="preserve">Проведение оценки регулирующего воздействия не требуется, поскольку законопроект разработан в целях приведения в соответствие с федеральным законодательством. </w:t>
      </w:r>
    </w:p>
    <w:p w:rsidR="00B60411" w:rsidRPr="001B2084" w:rsidRDefault="00B60411" w:rsidP="00D55EF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2084">
        <w:rPr>
          <w:sz w:val="28"/>
          <w:szCs w:val="28"/>
        </w:rPr>
        <w:t>Принятие законопроекта не повлечёт негативных социально-экономических, правовых и иных последствий.</w:t>
      </w:r>
    </w:p>
    <w:p w:rsidR="00B60411" w:rsidRDefault="00B60411" w:rsidP="000C2F56">
      <w:pPr>
        <w:pStyle w:val="BodyTextIndent3"/>
        <w:ind w:left="0"/>
        <w:rPr>
          <w:sz w:val="28"/>
          <w:szCs w:val="28"/>
        </w:rPr>
      </w:pPr>
    </w:p>
    <w:p w:rsidR="00B60411" w:rsidRDefault="00B60411" w:rsidP="000C2F56">
      <w:pPr>
        <w:pStyle w:val="BodyTextIndent3"/>
        <w:ind w:left="0"/>
        <w:rPr>
          <w:sz w:val="28"/>
          <w:szCs w:val="28"/>
        </w:rPr>
      </w:pPr>
    </w:p>
    <w:p w:rsidR="00B60411" w:rsidRPr="008639C7" w:rsidRDefault="00B60411" w:rsidP="000C2F56">
      <w:pPr>
        <w:pStyle w:val="BodyTextIndent3"/>
        <w:ind w:left="0"/>
        <w:rPr>
          <w:sz w:val="28"/>
          <w:szCs w:val="28"/>
        </w:rPr>
      </w:pPr>
    </w:p>
    <w:p w:rsidR="00B60411" w:rsidRPr="008639C7" w:rsidRDefault="00B60411" w:rsidP="00A6723B">
      <w:pPr>
        <w:pStyle w:val="Preformat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39C7">
        <w:rPr>
          <w:rFonts w:ascii="Times New Roman" w:hAnsi="Times New Roman"/>
          <w:sz w:val="28"/>
          <w:szCs w:val="28"/>
        </w:rPr>
        <w:t>Министр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39C7">
        <w:rPr>
          <w:rFonts w:ascii="Times New Roman" w:hAnsi="Times New Roman"/>
          <w:sz w:val="28"/>
          <w:szCs w:val="28"/>
        </w:rPr>
        <w:t xml:space="preserve">сельского, лесного хозяйства </w:t>
      </w:r>
    </w:p>
    <w:p w:rsidR="00B60411" w:rsidRPr="008639C7" w:rsidRDefault="00B60411" w:rsidP="00A6723B">
      <w:pPr>
        <w:pStyle w:val="Preformat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39C7">
        <w:rPr>
          <w:rFonts w:ascii="Times New Roman" w:hAnsi="Times New Roman"/>
          <w:sz w:val="28"/>
          <w:szCs w:val="28"/>
        </w:rPr>
        <w:t xml:space="preserve">и природных </w:t>
      </w:r>
      <w:r>
        <w:rPr>
          <w:rFonts w:ascii="Times New Roman" w:hAnsi="Times New Roman"/>
          <w:sz w:val="28"/>
          <w:szCs w:val="28"/>
        </w:rPr>
        <w:t>ресурсов Ульяновской области                                   М.И.Семёнкин</w:t>
      </w:r>
    </w:p>
    <w:p w:rsidR="00B60411" w:rsidRPr="008639C7" w:rsidRDefault="00B60411" w:rsidP="00A6723B">
      <w:pPr>
        <w:pStyle w:val="NoSpacing"/>
        <w:jc w:val="both"/>
        <w:rPr>
          <w:sz w:val="28"/>
          <w:szCs w:val="28"/>
        </w:rPr>
      </w:pPr>
    </w:p>
    <w:sectPr w:rsidR="00B60411" w:rsidRPr="008639C7" w:rsidSect="0068302C">
      <w:headerReference w:type="default" r:id="rId7"/>
      <w:pgSz w:w="11906" w:h="16838"/>
      <w:pgMar w:top="1134" w:right="567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411" w:rsidRDefault="00B60411">
      <w:r>
        <w:separator/>
      </w:r>
    </w:p>
  </w:endnote>
  <w:endnote w:type="continuationSeparator" w:id="0">
    <w:p w:rsidR="00B60411" w:rsidRDefault="00B604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411" w:rsidRDefault="00B60411">
      <w:r>
        <w:separator/>
      </w:r>
    </w:p>
  </w:footnote>
  <w:footnote w:type="continuationSeparator" w:id="0">
    <w:p w:rsidR="00B60411" w:rsidRDefault="00B604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411" w:rsidRPr="00070F3E" w:rsidRDefault="00B60411" w:rsidP="00A603CC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070F3E">
      <w:rPr>
        <w:rStyle w:val="PageNumber"/>
        <w:sz w:val="24"/>
        <w:szCs w:val="24"/>
      </w:rPr>
      <w:fldChar w:fldCharType="begin"/>
    </w:r>
    <w:r w:rsidRPr="00070F3E">
      <w:rPr>
        <w:rStyle w:val="PageNumber"/>
        <w:sz w:val="24"/>
        <w:szCs w:val="24"/>
      </w:rPr>
      <w:instrText xml:space="preserve">PAGE  </w:instrText>
    </w:r>
    <w:r w:rsidRPr="00070F3E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070F3E">
      <w:rPr>
        <w:rStyle w:val="PageNumber"/>
        <w:sz w:val="24"/>
        <w:szCs w:val="24"/>
      </w:rPr>
      <w:fldChar w:fldCharType="end"/>
    </w:r>
  </w:p>
  <w:p w:rsidR="00B60411" w:rsidRDefault="00B60411" w:rsidP="00824A06">
    <w:pPr>
      <w:pStyle w:val="Header"/>
      <w:tabs>
        <w:tab w:val="left" w:pos="7410"/>
      </w:tabs>
      <w:rPr>
        <w:sz w:val="28"/>
        <w:szCs w:val="28"/>
        <w:lang w:val="en-US"/>
      </w:rPr>
    </w:pPr>
    <w:r>
      <w:rPr>
        <w:sz w:val="28"/>
        <w:szCs w:val="28"/>
        <w:lang w:val="en-US"/>
      </w:rPr>
      <w:tab/>
    </w:r>
    <w:r>
      <w:rPr>
        <w:sz w:val="28"/>
        <w:szCs w:val="28"/>
        <w:lang w:val="en-US"/>
      </w:rPr>
      <w:tab/>
    </w:r>
    <w:r>
      <w:rPr>
        <w:sz w:val="28"/>
        <w:szCs w:val="28"/>
        <w:lang w:val="en-US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F6BAB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606138D0"/>
    <w:multiLevelType w:val="hybridMultilevel"/>
    <w:tmpl w:val="6D408908"/>
    <w:lvl w:ilvl="0" w:tplc="0E18037E">
      <w:start w:val="1"/>
      <w:numFmt w:val="decimal"/>
      <w:lvlText w:val="%1."/>
      <w:lvlJc w:val="left"/>
      <w:pPr>
        <w:tabs>
          <w:tab w:val="num" w:pos="1275"/>
        </w:tabs>
        <w:ind w:left="1275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642A63E2"/>
    <w:multiLevelType w:val="hybridMultilevel"/>
    <w:tmpl w:val="2A1E4A4E"/>
    <w:lvl w:ilvl="0" w:tplc="0F7EA5D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>
    <w:nsid w:val="67125917"/>
    <w:multiLevelType w:val="singleLevel"/>
    <w:tmpl w:val="3E00075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7430285A"/>
    <w:multiLevelType w:val="singleLevel"/>
    <w:tmpl w:val="A1C21794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555"/>
      </w:pPr>
      <w:rPr>
        <w:rFonts w:cs="Times New Roman" w:hint="default"/>
      </w:rPr>
    </w:lvl>
  </w:abstractNum>
  <w:abstractNum w:abstractNumId="5">
    <w:nsid w:val="7A9214C7"/>
    <w:multiLevelType w:val="hybridMultilevel"/>
    <w:tmpl w:val="0C6A95EE"/>
    <w:lvl w:ilvl="0" w:tplc="6C4C1F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C830C4F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229"/>
    <w:rsid w:val="00003A6A"/>
    <w:rsid w:val="00006425"/>
    <w:rsid w:val="00011A64"/>
    <w:rsid w:val="000150D9"/>
    <w:rsid w:val="0002117F"/>
    <w:rsid w:val="00022D87"/>
    <w:rsid w:val="00024B62"/>
    <w:rsid w:val="00026B6C"/>
    <w:rsid w:val="00030985"/>
    <w:rsid w:val="00033436"/>
    <w:rsid w:val="00034124"/>
    <w:rsid w:val="00041651"/>
    <w:rsid w:val="00042621"/>
    <w:rsid w:val="00044CF7"/>
    <w:rsid w:val="000450AD"/>
    <w:rsid w:val="00045694"/>
    <w:rsid w:val="00045C5B"/>
    <w:rsid w:val="00046942"/>
    <w:rsid w:val="00046A51"/>
    <w:rsid w:val="0004704C"/>
    <w:rsid w:val="000473E7"/>
    <w:rsid w:val="00050C13"/>
    <w:rsid w:val="00055ABE"/>
    <w:rsid w:val="00056796"/>
    <w:rsid w:val="00062811"/>
    <w:rsid w:val="000628FA"/>
    <w:rsid w:val="000672CC"/>
    <w:rsid w:val="00070F3E"/>
    <w:rsid w:val="00072AD6"/>
    <w:rsid w:val="0007770A"/>
    <w:rsid w:val="00080CFD"/>
    <w:rsid w:val="00082C5E"/>
    <w:rsid w:val="00084C30"/>
    <w:rsid w:val="00087C6A"/>
    <w:rsid w:val="00091733"/>
    <w:rsid w:val="00092435"/>
    <w:rsid w:val="000952EA"/>
    <w:rsid w:val="000A1A4E"/>
    <w:rsid w:val="000A1ED1"/>
    <w:rsid w:val="000A3127"/>
    <w:rsid w:val="000A6679"/>
    <w:rsid w:val="000B0D73"/>
    <w:rsid w:val="000B21E6"/>
    <w:rsid w:val="000B6F59"/>
    <w:rsid w:val="000C2F56"/>
    <w:rsid w:val="000D4F63"/>
    <w:rsid w:val="000D5B86"/>
    <w:rsid w:val="000E2301"/>
    <w:rsid w:val="000E3EC2"/>
    <w:rsid w:val="000E7ABB"/>
    <w:rsid w:val="000F10D0"/>
    <w:rsid w:val="000F182C"/>
    <w:rsid w:val="000F25F5"/>
    <w:rsid w:val="000F4C5D"/>
    <w:rsid w:val="000F536B"/>
    <w:rsid w:val="000F7BBA"/>
    <w:rsid w:val="001001CB"/>
    <w:rsid w:val="00101387"/>
    <w:rsid w:val="0010224E"/>
    <w:rsid w:val="001035B5"/>
    <w:rsid w:val="00106D00"/>
    <w:rsid w:val="001104BD"/>
    <w:rsid w:val="00112815"/>
    <w:rsid w:val="00116524"/>
    <w:rsid w:val="0012407E"/>
    <w:rsid w:val="00135696"/>
    <w:rsid w:val="0013638C"/>
    <w:rsid w:val="00141E2F"/>
    <w:rsid w:val="00146ADF"/>
    <w:rsid w:val="00152AAD"/>
    <w:rsid w:val="001534DE"/>
    <w:rsid w:val="00153B6B"/>
    <w:rsid w:val="00155F3B"/>
    <w:rsid w:val="0016222A"/>
    <w:rsid w:val="001639A4"/>
    <w:rsid w:val="0016425E"/>
    <w:rsid w:val="001644B9"/>
    <w:rsid w:val="00165718"/>
    <w:rsid w:val="00165AAA"/>
    <w:rsid w:val="001663B2"/>
    <w:rsid w:val="00166AD5"/>
    <w:rsid w:val="0016797A"/>
    <w:rsid w:val="00170492"/>
    <w:rsid w:val="00172BB0"/>
    <w:rsid w:val="00174C6A"/>
    <w:rsid w:val="00174EB9"/>
    <w:rsid w:val="0017557D"/>
    <w:rsid w:val="00176607"/>
    <w:rsid w:val="00180F76"/>
    <w:rsid w:val="001836BF"/>
    <w:rsid w:val="00197AB1"/>
    <w:rsid w:val="001A1E4B"/>
    <w:rsid w:val="001A1FC2"/>
    <w:rsid w:val="001A422B"/>
    <w:rsid w:val="001A590B"/>
    <w:rsid w:val="001B13AD"/>
    <w:rsid w:val="001B2084"/>
    <w:rsid w:val="001B2185"/>
    <w:rsid w:val="001D2022"/>
    <w:rsid w:val="001E07C9"/>
    <w:rsid w:val="001E2C63"/>
    <w:rsid w:val="001E3635"/>
    <w:rsid w:val="001E4F7F"/>
    <w:rsid w:val="001E572A"/>
    <w:rsid w:val="001F0D40"/>
    <w:rsid w:val="001F2429"/>
    <w:rsid w:val="001F2D97"/>
    <w:rsid w:val="001F52F5"/>
    <w:rsid w:val="00200608"/>
    <w:rsid w:val="002020B6"/>
    <w:rsid w:val="00203CA8"/>
    <w:rsid w:val="00207239"/>
    <w:rsid w:val="0021244E"/>
    <w:rsid w:val="00217D79"/>
    <w:rsid w:val="002243DD"/>
    <w:rsid w:val="002251C2"/>
    <w:rsid w:val="002261CC"/>
    <w:rsid w:val="0023258D"/>
    <w:rsid w:val="00232841"/>
    <w:rsid w:val="00232B91"/>
    <w:rsid w:val="002337A7"/>
    <w:rsid w:val="0023560E"/>
    <w:rsid w:val="00245D62"/>
    <w:rsid w:val="00245DC3"/>
    <w:rsid w:val="002501BD"/>
    <w:rsid w:val="00250FFC"/>
    <w:rsid w:val="0025441C"/>
    <w:rsid w:val="00256618"/>
    <w:rsid w:val="00263391"/>
    <w:rsid w:val="002638CD"/>
    <w:rsid w:val="00264260"/>
    <w:rsid w:val="00271336"/>
    <w:rsid w:val="0028117D"/>
    <w:rsid w:val="0028265F"/>
    <w:rsid w:val="002828EC"/>
    <w:rsid w:val="0028777F"/>
    <w:rsid w:val="002948D6"/>
    <w:rsid w:val="00297AA1"/>
    <w:rsid w:val="002B207C"/>
    <w:rsid w:val="002B213F"/>
    <w:rsid w:val="002B35C9"/>
    <w:rsid w:val="002B4EC8"/>
    <w:rsid w:val="002B5156"/>
    <w:rsid w:val="002B5F6E"/>
    <w:rsid w:val="002C20B6"/>
    <w:rsid w:val="002C2EF9"/>
    <w:rsid w:val="002C4365"/>
    <w:rsid w:val="002C6150"/>
    <w:rsid w:val="002C6A4E"/>
    <w:rsid w:val="002C6C60"/>
    <w:rsid w:val="002D490F"/>
    <w:rsid w:val="002D54EC"/>
    <w:rsid w:val="002E32C9"/>
    <w:rsid w:val="002F63A1"/>
    <w:rsid w:val="00301D1A"/>
    <w:rsid w:val="00305023"/>
    <w:rsid w:val="0031799C"/>
    <w:rsid w:val="00322C72"/>
    <w:rsid w:val="003234D2"/>
    <w:rsid w:val="0032354B"/>
    <w:rsid w:val="00325239"/>
    <w:rsid w:val="00334A9E"/>
    <w:rsid w:val="00335E3D"/>
    <w:rsid w:val="00335F88"/>
    <w:rsid w:val="003419CD"/>
    <w:rsid w:val="00343061"/>
    <w:rsid w:val="00343EC1"/>
    <w:rsid w:val="003459E7"/>
    <w:rsid w:val="00350C12"/>
    <w:rsid w:val="003527AA"/>
    <w:rsid w:val="00353ED6"/>
    <w:rsid w:val="00355865"/>
    <w:rsid w:val="003606EB"/>
    <w:rsid w:val="00362309"/>
    <w:rsid w:val="00365E2B"/>
    <w:rsid w:val="003736D2"/>
    <w:rsid w:val="0037585E"/>
    <w:rsid w:val="00377373"/>
    <w:rsid w:val="00377905"/>
    <w:rsid w:val="00380430"/>
    <w:rsid w:val="003A2CBB"/>
    <w:rsid w:val="003A66F2"/>
    <w:rsid w:val="003B2A6C"/>
    <w:rsid w:val="003B4744"/>
    <w:rsid w:val="003B79CD"/>
    <w:rsid w:val="003C1922"/>
    <w:rsid w:val="003C31EE"/>
    <w:rsid w:val="003D0183"/>
    <w:rsid w:val="003D4F96"/>
    <w:rsid w:val="003D71BD"/>
    <w:rsid w:val="003E11CB"/>
    <w:rsid w:val="003E3029"/>
    <w:rsid w:val="003E4FA2"/>
    <w:rsid w:val="003F25A9"/>
    <w:rsid w:val="003F2EFE"/>
    <w:rsid w:val="003F550B"/>
    <w:rsid w:val="003F7049"/>
    <w:rsid w:val="004023D3"/>
    <w:rsid w:val="00402D9E"/>
    <w:rsid w:val="00403A96"/>
    <w:rsid w:val="00407A6F"/>
    <w:rsid w:val="00411C36"/>
    <w:rsid w:val="00413386"/>
    <w:rsid w:val="00413B97"/>
    <w:rsid w:val="00416BBB"/>
    <w:rsid w:val="004202F4"/>
    <w:rsid w:val="00420C04"/>
    <w:rsid w:val="00423A6F"/>
    <w:rsid w:val="00424599"/>
    <w:rsid w:val="00426E84"/>
    <w:rsid w:val="00426F6C"/>
    <w:rsid w:val="004310AF"/>
    <w:rsid w:val="00433287"/>
    <w:rsid w:val="0044554F"/>
    <w:rsid w:val="00446046"/>
    <w:rsid w:val="0045565E"/>
    <w:rsid w:val="00460B17"/>
    <w:rsid w:val="00464376"/>
    <w:rsid w:val="00470FCD"/>
    <w:rsid w:val="004711A4"/>
    <w:rsid w:val="00472793"/>
    <w:rsid w:val="00476DBB"/>
    <w:rsid w:val="00492A78"/>
    <w:rsid w:val="00494A7E"/>
    <w:rsid w:val="00496D6C"/>
    <w:rsid w:val="004A394A"/>
    <w:rsid w:val="004A5683"/>
    <w:rsid w:val="004B5315"/>
    <w:rsid w:val="004B7E7D"/>
    <w:rsid w:val="004C0C3A"/>
    <w:rsid w:val="004C1868"/>
    <w:rsid w:val="004C239D"/>
    <w:rsid w:val="004C6D76"/>
    <w:rsid w:val="004C78EE"/>
    <w:rsid w:val="004D0A9E"/>
    <w:rsid w:val="004D255B"/>
    <w:rsid w:val="004D301A"/>
    <w:rsid w:val="004E3FB1"/>
    <w:rsid w:val="004E40C5"/>
    <w:rsid w:val="004E7C86"/>
    <w:rsid w:val="004F055E"/>
    <w:rsid w:val="004F24B8"/>
    <w:rsid w:val="005024B9"/>
    <w:rsid w:val="005047AF"/>
    <w:rsid w:val="005062A1"/>
    <w:rsid w:val="0051304C"/>
    <w:rsid w:val="005172D0"/>
    <w:rsid w:val="005231C4"/>
    <w:rsid w:val="00523D0F"/>
    <w:rsid w:val="005244BC"/>
    <w:rsid w:val="00534ED8"/>
    <w:rsid w:val="0053554C"/>
    <w:rsid w:val="00537D0D"/>
    <w:rsid w:val="00566B3E"/>
    <w:rsid w:val="00570DC6"/>
    <w:rsid w:val="00574A04"/>
    <w:rsid w:val="005855EB"/>
    <w:rsid w:val="00587006"/>
    <w:rsid w:val="00587229"/>
    <w:rsid w:val="00587352"/>
    <w:rsid w:val="00594812"/>
    <w:rsid w:val="0059745C"/>
    <w:rsid w:val="005A058C"/>
    <w:rsid w:val="005A06AA"/>
    <w:rsid w:val="005A0876"/>
    <w:rsid w:val="005A6DF3"/>
    <w:rsid w:val="005B4C38"/>
    <w:rsid w:val="005B60E6"/>
    <w:rsid w:val="005B6DD9"/>
    <w:rsid w:val="005C04D8"/>
    <w:rsid w:val="005C058F"/>
    <w:rsid w:val="005C6EAE"/>
    <w:rsid w:val="005C73A0"/>
    <w:rsid w:val="005D024A"/>
    <w:rsid w:val="005E03B5"/>
    <w:rsid w:val="005E4795"/>
    <w:rsid w:val="005F6F51"/>
    <w:rsid w:val="005F77EA"/>
    <w:rsid w:val="005F7E9B"/>
    <w:rsid w:val="00603957"/>
    <w:rsid w:val="00606CF5"/>
    <w:rsid w:val="00613BAC"/>
    <w:rsid w:val="00615D3C"/>
    <w:rsid w:val="0061775A"/>
    <w:rsid w:val="006251A8"/>
    <w:rsid w:val="00631314"/>
    <w:rsid w:val="00635DAA"/>
    <w:rsid w:val="00637A7E"/>
    <w:rsid w:val="00640A10"/>
    <w:rsid w:val="0064162F"/>
    <w:rsid w:val="00644341"/>
    <w:rsid w:val="00652F03"/>
    <w:rsid w:val="006568A1"/>
    <w:rsid w:val="00657B74"/>
    <w:rsid w:val="006666EA"/>
    <w:rsid w:val="0067072E"/>
    <w:rsid w:val="0068058E"/>
    <w:rsid w:val="00681C01"/>
    <w:rsid w:val="00682380"/>
    <w:rsid w:val="0068302C"/>
    <w:rsid w:val="00685C57"/>
    <w:rsid w:val="00691614"/>
    <w:rsid w:val="0069228F"/>
    <w:rsid w:val="006A4471"/>
    <w:rsid w:val="006A46CB"/>
    <w:rsid w:val="006A46E3"/>
    <w:rsid w:val="006B36CB"/>
    <w:rsid w:val="006B5C47"/>
    <w:rsid w:val="006C0F45"/>
    <w:rsid w:val="006C54EE"/>
    <w:rsid w:val="006C63BA"/>
    <w:rsid w:val="006D0FB8"/>
    <w:rsid w:val="006D27BD"/>
    <w:rsid w:val="006D33E4"/>
    <w:rsid w:val="006D34D7"/>
    <w:rsid w:val="006D5A24"/>
    <w:rsid w:val="006D7F1F"/>
    <w:rsid w:val="006E0730"/>
    <w:rsid w:val="006E26C5"/>
    <w:rsid w:val="006E7206"/>
    <w:rsid w:val="006F046A"/>
    <w:rsid w:val="006F05A9"/>
    <w:rsid w:val="006F1A62"/>
    <w:rsid w:val="006F24F2"/>
    <w:rsid w:val="006F3837"/>
    <w:rsid w:val="00700F74"/>
    <w:rsid w:val="00701FC6"/>
    <w:rsid w:val="00702347"/>
    <w:rsid w:val="00702536"/>
    <w:rsid w:val="0070532E"/>
    <w:rsid w:val="007053F7"/>
    <w:rsid w:val="007063C3"/>
    <w:rsid w:val="00706D48"/>
    <w:rsid w:val="007167D6"/>
    <w:rsid w:val="00716E64"/>
    <w:rsid w:val="007173BA"/>
    <w:rsid w:val="007235DE"/>
    <w:rsid w:val="007319B3"/>
    <w:rsid w:val="007319E9"/>
    <w:rsid w:val="00737714"/>
    <w:rsid w:val="00737BF7"/>
    <w:rsid w:val="00741216"/>
    <w:rsid w:val="00742944"/>
    <w:rsid w:val="00746112"/>
    <w:rsid w:val="00746672"/>
    <w:rsid w:val="00755C64"/>
    <w:rsid w:val="00755F8E"/>
    <w:rsid w:val="00760B82"/>
    <w:rsid w:val="0076609B"/>
    <w:rsid w:val="007771D6"/>
    <w:rsid w:val="00781523"/>
    <w:rsid w:val="0079466A"/>
    <w:rsid w:val="00794695"/>
    <w:rsid w:val="0079549A"/>
    <w:rsid w:val="007A0455"/>
    <w:rsid w:val="007A0CA8"/>
    <w:rsid w:val="007A76EB"/>
    <w:rsid w:val="007B0007"/>
    <w:rsid w:val="007B1431"/>
    <w:rsid w:val="007D02E9"/>
    <w:rsid w:val="007D21B3"/>
    <w:rsid w:val="007D2E8E"/>
    <w:rsid w:val="007D3AD0"/>
    <w:rsid w:val="007D48F4"/>
    <w:rsid w:val="007E088D"/>
    <w:rsid w:val="007E6F8A"/>
    <w:rsid w:val="007E71A7"/>
    <w:rsid w:val="007F5284"/>
    <w:rsid w:val="00802B46"/>
    <w:rsid w:val="00810B8A"/>
    <w:rsid w:val="008120F8"/>
    <w:rsid w:val="008148BF"/>
    <w:rsid w:val="008155DE"/>
    <w:rsid w:val="00823A3D"/>
    <w:rsid w:val="00824824"/>
    <w:rsid w:val="00824A06"/>
    <w:rsid w:val="008359A6"/>
    <w:rsid w:val="00835C19"/>
    <w:rsid w:val="0084014A"/>
    <w:rsid w:val="00842FBF"/>
    <w:rsid w:val="00857A70"/>
    <w:rsid w:val="00862DA1"/>
    <w:rsid w:val="008639C7"/>
    <w:rsid w:val="0086514E"/>
    <w:rsid w:val="00866070"/>
    <w:rsid w:val="008736C0"/>
    <w:rsid w:val="008757C5"/>
    <w:rsid w:val="00875ACC"/>
    <w:rsid w:val="00875E88"/>
    <w:rsid w:val="008913C2"/>
    <w:rsid w:val="00892A87"/>
    <w:rsid w:val="00892EC5"/>
    <w:rsid w:val="00895F10"/>
    <w:rsid w:val="008B3F99"/>
    <w:rsid w:val="008B4E97"/>
    <w:rsid w:val="008B66B8"/>
    <w:rsid w:val="008D3BB8"/>
    <w:rsid w:val="008D52A4"/>
    <w:rsid w:val="008D76FE"/>
    <w:rsid w:val="008E110A"/>
    <w:rsid w:val="008F0578"/>
    <w:rsid w:val="008F1BAC"/>
    <w:rsid w:val="008F20B7"/>
    <w:rsid w:val="009010C8"/>
    <w:rsid w:val="00904BE6"/>
    <w:rsid w:val="00904F41"/>
    <w:rsid w:val="00906440"/>
    <w:rsid w:val="009068D8"/>
    <w:rsid w:val="0090720A"/>
    <w:rsid w:val="00913670"/>
    <w:rsid w:val="00914924"/>
    <w:rsid w:val="009151B0"/>
    <w:rsid w:val="00920E37"/>
    <w:rsid w:val="00921081"/>
    <w:rsid w:val="00925A45"/>
    <w:rsid w:val="00927784"/>
    <w:rsid w:val="00930D54"/>
    <w:rsid w:val="00932D8F"/>
    <w:rsid w:val="00951E80"/>
    <w:rsid w:val="00954CC3"/>
    <w:rsid w:val="00956611"/>
    <w:rsid w:val="009640D9"/>
    <w:rsid w:val="00967B05"/>
    <w:rsid w:val="00970081"/>
    <w:rsid w:val="00973081"/>
    <w:rsid w:val="0097321D"/>
    <w:rsid w:val="00974F3F"/>
    <w:rsid w:val="00975D19"/>
    <w:rsid w:val="00976F0B"/>
    <w:rsid w:val="009775D3"/>
    <w:rsid w:val="00980E96"/>
    <w:rsid w:val="009824A1"/>
    <w:rsid w:val="009868C4"/>
    <w:rsid w:val="00986BFE"/>
    <w:rsid w:val="00987305"/>
    <w:rsid w:val="00996E0B"/>
    <w:rsid w:val="009A7687"/>
    <w:rsid w:val="009B169A"/>
    <w:rsid w:val="009B1854"/>
    <w:rsid w:val="009B1AEB"/>
    <w:rsid w:val="009B3271"/>
    <w:rsid w:val="009B4CAF"/>
    <w:rsid w:val="009B7713"/>
    <w:rsid w:val="009C10A2"/>
    <w:rsid w:val="009C1AE8"/>
    <w:rsid w:val="009C32E5"/>
    <w:rsid w:val="009D0319"/>
    <w:rsid w:val="009D1DE4"/>
    <w:rsid w:val="009D2980"/>
    <w:rsid w:val="009D525D"/>
    <w:rsid w:val="009E3CB2"/>
    <w:rsid w:val="009E6686"/>
    <w:rsid w:val="009F16A9"/>
    <w:rsid w:val="009F3759"/>
    <w:rsid w:val="009F502D"/>
    <w:rsid w:val="009F7C2B"/>
    <w:rsid w:val="00A01B01"/>
    <w:rsid w:val="00A04597"/>
    <w:rsid w:val="00A06C22"/>
    <w:rsid w:val="00A10158"/>
    <w:rsid w:val="00A12D4F"/>
    <w:rsid w:val="00A1507C"/>
    <w:rsid w:val="00A169A3"/>
    <w:rsid w:val="00A169C3"/>
    <w:rsid w:val="00A20BB6"/>
    <w:rsid w:val="00A221A1"/>
    <w:rsid w:val="00A2380B"/>
    <w:rsid w:val="00A256EE"/>
    <w:rsid w:val="00A25D80"/>
    <w:rsid w:val="00A27E00"/>
    <w:rsid w:val="00A33B15"/>
    <w:rsid w:val="00A3559F"/>
    <w:rsid w:val="00A355E4"/>
    <w:rsid w:val="00A361BD"/>
    <w:rsid w:val="00A36CE2"/>
    <w:rsid w:val="00A44C91"/>
    <w:rsid w:val="00A44CCF"/>
    <w:rsid w:val="00A50428"/>
    <w:rsid w:val="00A54B74"/>
    <w:rsid w:val="00A603CC"/>
    <w:rsid w:val="00A60B2E"/>
    <w:rsid w:val="00A62977"/>
    <w:rsid w:val="00A636DD"/>
    <w:rsid w:val="00A63BC0"/>
    <w:rsid w:val="00A65B60"/>
    <w:rsid w:val="00A6723B"/>
    <w:rsid w:val="00A70914"/>
    <w:rsid w:val="00A70D09"/>
    <w:rsid w:val="00A73053"/>
    <w:rsid w:val="00A760EE"/>
    <w:rsid w:val="00A77EC9"/>
    <w:rsid w:val="00A81907"/>
    <w:rsid w:val="00A84FAB"/>
    <w:rsid w:val="00A94D43"/>
    <w:rsid w:val="00AA5329"/>
    <w:rsid w:val="00AA769E"/>
    <w:rsid w:val="00AB1C5F"/>
    <w:rsid w:val="00AB49C1"/>
    <w:rsid w:val="00AB5F4B"/>
    <w:rsid w:val="00AB72E6"/>
    <w:rsid w:val="00AC0F58"/>
    <w:rsid w:val="00AC342F"/>
    <w:rsid w:val="00AC7B8B"/>
    <w:rsid w:val="00AD13F0"/>
    <w:rsid w:val="00AD25CC"/>
    <w:rsid w:val="00AD2FBB"/>
    <w:rsid w:val="00AD7377"/>
    <w:rsid w:val="00AE7137"/>
    <w:rsid w:val="00AE7F41"/>
    <w:rsid w:val="00AF3849"/>
    <w:rsid w:val="00B008A8"/>
    <w:rsid w:val="00B0093D"/>
    <w:rsid w:val="00B0428A"/>
    <w:rsid w:val="00B05CA8"/>
    <w:rsid w:val="00B10650"/>
    <w:rsid w:val="00B12831"/>
    <w:rsid w:val="00B16F6A"/>
    <w:rsid w:val="00B247F4"/>
    <w:rsid w:val="00B24813"/>
    <w:rsid w:val="00B31FC7"/>
    <w:rsid w:val="00B3424E"/>
    <w:rsid w:val="00B41053"/>
    <w:rsid w:val="00B43D64"/>
    <w:rsid w:val="00B45C1B"/>
    <w:rsid w:val="00B52B35"/>
    <w:rsid w:val="00B53802"/>
    <w:rsid w:val="00B53AE7"/>
    <w:rsid w:val="00B56279"/>
    <w:rsid w:val="00B576DB"/>
    <w:rsid w:val="00B60411"/>
    <w:rsid w:val="00B66AF4"/>
    <w:rsid w:val="00B71C19"/>
    <w:rsid w:val="00B76444"/>
    <w:rsid w:val="00B76985"/>
    <w:rsid w:val="00B76B97"/>
    <w:rsid w:val="00B80741"/>
    <w:rsid w:val="00B8321B"/>
    <w:rsid w:val="00B86773"/>
    <w:rsid w:val="00B943E5"/>
    <w:rsid w:val="00B951B6"/>
    <w:rsid w:val="00B95D35"/>
    <w:rsid w:val="00BA079F"/>
    <w:rsid w:val="00BA0A5F"/>
    <w:rsid w:val="00BA16BC"/>
    <w:rsid w:val="00BA1990"/>
    <w:rsid w:val="00BA1E08"/>
    <w:rsid w:val="00BA5102"/>
    <w:rsid w:val="00BA6051"/>
    <w:rsid w:val="00BB3D73"/>
    <w:rsid w:val="00BB58E3"/>
    <w:rsid w:val="00BC111F"/>
    <w:rsid w:val="00BC2657"/>
    <w:rsid w:val="00BC2E1D"/>
    <w:rsid w:val="00BC2F81"/>
    <w:rsid w:val="00BC77C2"/>
    <w:rsid w:val="00BD0FD8"/>
    <w:rsid w:val="00BD1CF1"/>
    <w:rsid w:val="00BD1F0E"/>
    <w:rsid w:val="00BD7B6C"/>
    <w:rsid w:val="00BE0D2B"/>
    <w:rsid w:val="00BE1635"/>
    <w:rsid w:val="00BE21A6"/>
    <w:rsid w:val="00BE2390"/>
    <w:rsid w:val="00BE5DA6"/>
    <w:rsid w:val="00BE61CA"/>
    <w:rsid w:val="00BE647D"/>
    <w:rsid w:val="00BF339B"/>
    <w:rsid w:val="00BF6BBE"/>
    <w:rsid w:val="00C03905"/>
    <w:rsid w:val="00C043E7"/>
    <w:rsid w:val="00C0662A"/>
    <w:rsid w:val="00C11571"/>
    <w:rsid w:val="00C1209B"/>
    <w:rsid w:val="00C137F7"/>
    <w:rsid w:val="00C15709"/>
    <w:rsid w:val="00C17781"/>
    <w:rsid w:val="00C228B3"/>
    <w:rsid w:val="00C243A5"/>
    <w:rsid w:val="00C24CF7"/>
    <w:rsid w:val="00C2646C"/>
    <w:rsid w:val="00C47C83"/>
    <w:rsid w:val="00C52E9D"/>
    <w:rsid w:val="00C53B25"/>
    <w:rsid w:val="00C54C9E"/>
    <w:rsid w:val="00C56438"/>
    <w:rsid w:val="00C57BE6"/>
    <w:rsid w:val="00C62A6B"/>
    <w:rsid w:val="00C65EE0"/>
    <w:rsid w:val="00C67324"/>
    <w:rsid w:val="00C942A9"/>
    <w:rsid w:val="00C94DCC"/>
    <w:rsid w:val="00C95C67"/>
    <w:rsid w:val="00C95E3D"/>
    <w:rsid w:val="00C95FDE"/>
    <w:rsid w:val="00C969EB"/>
    <w:rsid w:val="00C974A8"/>
    <w:rsid w:val="00CA3113"/>
    <w:rsid w:val="00CA3802"/>
    <w:rsid w:val="00CA5332"/>
    <w:rsid w:val="00CA56DE"/>
    <w:rsid w:val="00CB31C3"/>
    <w:rsid w:val="00CC3134"/>
    <w:rsid w:val="00CC4742"/>
    <w:rsid w:val="00CC5E53"/>
    <w:rsid w:val="00CC7FF5"/>
    <w:rsid w:val="00CD0318"/>
    <w:rsid w:val="00CD12C0"/>
    <w:rsid w:val="00CE515E"/>
    <w:rsid w:val="00CE73A6"/>
    <w:rsid w:val="00CF0072"/>
    <w:rsid w:val="00CF6F14"/>
    <w:rsid w:val="00D05CFA"/>
    <w:rsid w:val="00D077C1"/>
    <w:rsid w:val="00D23491"/>
    <w:rsid w:val="00D235F0"/>
    <w:rsid w:val="00D263FD"/>
    <w:rsid w:val="00D3054C"/>
    <w:rsid w:val="00D3124C"/>
    <w:rsid w:val="00D312DC"/>
    <w:rsid w:val="00D3573F"/>
    <w:rsid w:val="00D519BE"/>
    <w:rsid w:val="00D54E41"/>
    <w:rsid w:val="00D55EFB"/>
    <w:rsid w:val="00D568E3"/>
    <w:rsid w:val="00D60B73"/>
    <w:rsid w:val="00D63A58"/>
    <w:rsid w:val="00D64346"/>
    <w:rsid w:val="00D64B95"/>
    <w:rsid w:val="00D67BF6"/>
    <w:rsid w:val="00D7165E"/>
    <w:rsid w:val="00D73383"/>
    <w:rsid w:val="00D807FC"/>
    <w:rsid w:val="00D82B1E"/>
    <w:rsid w:val="00D87461"/>
    <w:rsid w:val="00D912A6"/>
    <w:rsid w:val="00D916D1"/>
    <w:rsid w:val="00D95B7C"/>
    <w:rsid w:val="00DA3237"/>
    <w:rsid w:val="00DA3B2D"/>
    <w:rsid w:val="00DA6977"/>
    <w:rsid w:val="00DB0081"/>
    <w:rsid w:val="00DB024F"/>
    <w:rsid w:val="00DB398C"/>
    <w:rsid w:val="00DB6D45"/>
    <w:rsid w:val="00DC0E0A"/>
    <w:rsid w:val="00DC3E57"/>
    <w:rsid w:val="00DC567B"/>
    <w:rsid w:val="00DD52B8"/>
    <w:rsid w:val="00DE097E"/>
    <w:rsid w:val="00DF2F3C"/>
    <w:rsid w:val="00DF5408"/>
    <w:rsid w:val="00DF5698"/>
    <w:rsid w:val="00DF72E9"/>
    <w:rsid w:val="00E012EA"/>
    <w:rsid w:val="00E01FB4"/>
    <w:rsid w:val="00E03B13"/>
    <w:rsid w:val="00E07479"/>
    <w:rsid w:val="00E10613"/>
    <w:rsid w:val="00E168E4"/>
    <w:rsid w:val="00E17121"/>
    <w:rsid w:val="00E17C22"/>
    <w:rsid w:val="00E211C2"/>
    <w:rsid w:val="00E232FB"/>
    <w:rsid w:val="00E25540"/>
    <w:rsid w:val="00E315FF"/>
    <w:rsid w:val="00E3559A"/>
    <w:rsid w:val="00E35924"/>
    <w:rsid w:val="00E400E7"/>
    <w:rsid w:val="00E437FE"/>
    <w:rsid w:val="00E45529"/>
    <w:rsid w:val="00E53DD7"/>
    <w:rsid w:val="00E55B89"/>
    <w:rsid w:val="00E602B3"/>
    <w:rsid w:val="00E60530"/>
    <w:rsid w:val="00E64C92"/>
    <w:rsid w:val="00E64CB1"/>
    <w:rsid w:val="00E67031"/>
    <w:rsid w:val="00E67E7F"/>
    <w:rsid w:val="00E76873"/>
    <w:rsid w:val="00E76CCF"/>
    <w:rsid w:val="00E77EA6"/>
    <w:rsid w:val="00E87A5F"/>
    <w:rsid w:val="00E93DDE"/>
    <w:rsid w:val="00E94096"/>
    <w:rsid w:val="00E9692C"/>
    <w:rsid w:val="00E973CF"/>
    <w:rsid w:val="00EA1ACD"/>
    <w:rsid w:val="00EA491B"/>
    <w:rsid w:val="00EA5C5D"/>
    <w:rsid w:val="00EB0301"/>
    <w:rsid w:val="00EB26B5"/>
    <w:rsid w:val="00EB6EF7"/>
    <w:rsid w:val="00EC04B4"/>
    <w:rsid w:val="00EC0FD6"/>
    <w:rsid w:val="00EC33AE"/>
    <w:rsid w:val="00EC4FB7"/>
    <w:rsid w:val="00EC5C19"/>
    <w:rsid w:val="00EC7479"/>
    <w:rsid w:val="00ED165A"/>
    <w:rsid w:val="00ED4445"/>
    <w:rsid w:val="00EE02FF"/>
    <w:rsid w:val="00EE2244"/>
    <w:rsid w:val="00EE5E04"/>
    <w:rsid w:val="00EE6DDA"/>
    <w:rsid w:val="00EF2903"/>
    <w:rsid w:val="00EF39DC"/>
    <w:rsid w:val="00EF5600"/>
    <w:rsid w:val="00F02147"/>
    <w:rsid w:val="00F04EFD"/>
    <w:rsid w:val="00F05D18"/>
    <w:rsid w:val="00F064B7"/>
    <w:rsid w:val="00F06F57"/>
    <w:rsid w:val="00F21B01"/>
    <w:rsid w:val="00F23B0F"/>
    <w:rsid w:val="00F274B9"/>
    <w:rsid w:val="00F30A87"/>
    <w:rsid w:val="00F33494"/>
    <w:rsid w:val="00F34828"/>
    <w:rsid w:val="00F40A9D"/>
    <w:rsid w:val="00F43637"/>
    <w:rsid w:val="00F45916"/>
    <w:rsid w:val="00F51FC3"/>
    <w:rsid w:val="00F56848"/>
    <w:rsid w:val="00F67508"/>
    <w:rsid w:val="00F70417"/>
    <w:rsid w:val="00F705BD"/>
    <w:rsid w:val="00F73AF1"/>
    <w:rsid w:val="00F830AD"/>
    <w:rsid w:val="00F87B2E"/>
    <w:rsid w:val="00F87BD3"/>
    <w:rsid w:val="00F947F6"/>
    <w:rsid w:val="00F96224"/>
    <w:rsid w:val="00F96470"/>
    <w:rsid w:val="00FA3EEE"/>
    <w:rsid w:val="00FB4A14"/>
    <w:rsid w:val="00FB787A"/>
    <w:rsid w:val="00FC0AF2"/>
    <w:rsid w:val="00FC57CE"/>
    <w:rsid w:val="00FC594F"/>
    <w:rsid w:val="00FD4946"/>
    <w:rsid w:val="00FD4FA4"/>
    <w:rsid w:val="00FD56F9"/>
    <w:rsid w:val="00FE302C"/>
    <w:rsid w:val="00FE6FF9"/>
    <w:rsid w:val="00FF06BF"/>
    <w:rsid w:val="00FF0788"/>
    <w:rsid w:val="00FF3339"/>
    <w:rsid w:val="00FF3653"/>
    <w:rsid w:val="00FF4F11"/>
    <w:rsid w:val="00FF5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E0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72793"/>
    <w:pPr>
      <w:keepNext/>
      <w:ind w:firstLine="720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72793"/>
    <w:pPr>
      <w:keepNext/>
      <w:jc w:val="both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727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72793"/>
    <w:rPr>
      <w:rFonts w:ascii="Cambria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472793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72793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472793"/>
    <w:pPr>
      <w:ind w:firstLine="72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72793"/>
    <w:rPr>
      <w:rFonts w:cs="Times New Roman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472793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727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727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72793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7279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72793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472793"/>
    <w:pPr>
      <w:ind w:firstLine="720"/>
      <w:jc w:val="center"/>
    </w:pPr>
    <w:rPr>
      <w:b/>
      <w:bCs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72793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727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279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DA3237"/>
    <w:rPr>
      <w:rFonts w:cs="Times New Roman"/>
    </w:rPr>
  </w:style>
  <w:style w:type="table" w:styleId="TableGrid">
    <w:name w:val="Table Grid"/>
    <w:basedOn w:val="TableNormal"/>
    <w:uiPriority w:val="99"/>
    <w:rsid w:val="00D235F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uiPriority w:val="99"/>
    <w:rsid w:val="0068302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rsid w:val="0068302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">
    <w:name w:val="Основной текст1"/>
    <w:basedOn w:val="DefaultParagraphFont"/>
    <w:uiPriority w:val="99"/>
    <w:rsid w:val="0068302C"/>
    <w:rPr>
      <w:rFonts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styleId="NoSpacing">
    <w:name w:val="No Spacing"/>
    <w:uiPriority w:val="99"/>
    <w:qFormat/>
    <w:rsid w:val="0068302C"/>
    <w:pPr>
      <w:suppressAutoHyphens/>
    </w:pPr>
    <w:rPr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26339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Normal"/>
    <w:uiPriority w:val="99"/>
    <w:rsid w:val="0026339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.HEADERTEXT"/>
    <w:uiPriority w:val="99"/>
    <w:rsid w:val="001F2D97"/>
    <w:pPr>
      <w:widowControl w:val="0"/>
      <w:autoSpaceDE w:val="0"/>
      <w:autoSpaceDN w:val="0"/>
      <w:adjustRightInd w:val="0"/>
    </w:pPr>
    <w:rPr>
      <w:color w:val="2B4279"/>
      <w:sz w:val="24"/>
      <w:szCs w:val="24"/>
    </w:rPr>
  </w:style>
  <w:style w:type="paragraph" w:customStyle="1" w:styleId="FORMATTEXT0">
    <w:name w:val=".FORMATTEXT"/>
    <w:uiPriority w:val="99"/>
    <w:rsid w:val="001F2D9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B951B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951B6"/>
    <w:rPr>
      <w:rFonts w:cs="Times New Roman"/>
      <w:sz w:val="16"/>
      <w:szCs w:val="16"/>
    </w:rPr>
  </w:style>
  <w:style w:type="paragraph" w:styleId="Subtitle">
    <w:name w:val="Subtitle"/>
    <w:basedOn w:val="Normal"/>
    <w:link w:val="SubtitleChar"/>
    <w:uiPriority w:val="99"/>
    <w:qFormat/>
    <w:locked/>
    <w:rsid w:val="00B951B6"/>
    <w:pPr>
      <w:spacing w:line="360" w:lineRule="auto"/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951B6"/>
    <w:rPr>
      <w:rFonts w:cs="Times New Roman"/>
      <w:b/>
      <w:sz w:val="20"/>
      <w:szCs w:val="20"/>
    </w:rPr>
  </w:style>
  <w:style w:type="paragraph" w:customStyle="1" w:styleId="Preformat">
    <w:name w:val="Preformat"/>
    <w:uiPriority w:val="99"/>
    <w:rsid w:val="00B951B6"/>
    <w:pPr>
      <w:tabs>
        <w:tab w:val="left" w:pos="708"/>
      </w:tabs>
      <w:suppressAutoHyphens/>
      <w:spacing w:after="200" w:line="276" w:lineRule="auto"/>
    </w:pPr>
    <w:rPr>
      <w:rFonts w:ascii="Courier New" w:hAnsi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2</Pages>
  <Words>408</Words>
  <Characters>2329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LS</dc:creator>
  <cp:keywords/>
  <dc:description/>
  <cp:lastModifiedBy>Пользователь</cp:lastModifiedBy>
  <cp:revision>29</cp:revision>
  <cp:lastPrinted>2017-08-01T06:10:00Z</cp:lastPrinted>
  <dcterms:created xsi:type="dcterms:W3CDTF">2016-07-18T10:07:00Z</dcterms:created>
  <dcterms:modified xsi:type="dcterms:W3CDTF">2017-08-21T13:20:00Z</dcterms:modified>
</cp:coreProperties>
</file>